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01DC96D2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383825" w:rsidRPr="00383825">
              <w:rPr>
                <w:rFonts w:eastAsia="Calibri"/>
                <w:color w:val="2E74B5"/>
              </w:rPr>
              <w:t>Rae Valla Alevike- ja Külavanemate Selts 80176954</w:t>
            </w:r>
            <w:r w:rsidR="00383825">
              <w:rPr>
                <w:rFonts w:eastAsia="Calibri"/>
                <w:color w:val="2E74B5"/>
              </w:rPr>
              <w:t xml:space="preserve"> </w:t>
            </w:r>
            <w:r w:rsidRPr="00645C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="00EC5AB8" w:rsidRPr="006F65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bookmarkStart w:id="0" w:name="_GoBack"/>
            <w:bookmarkEnd w:id="0"/>
          </w:p>
          <w:p w14:paraId="61719C95" w14:textId="55D92B39" w:rsidR="00F21C04" w:rsidRPr="00645CA1" w:rsidRDefault="00383825" w:rsidP="00E06C31">
            <w:pPr>
              <w:rPr>
                <w:rFonts w:ascii="Times New Roman" w:eastAsia="Calibri" w:hAnsi="Times New Roman" w:cs="Times New Roman"/>
              </w:rPr>
            </w:pPr>
            <w:r w:rsidRPr="00383825">
              <w:rPr>
                <w:rFonts w:eastAsia="Calibri"/>
                <w:color w:val="2E74B5"/>
              </w:rPr>
              <w:t>Rae Valla Alevike- ja Külavanemate Selts 80176954</w:t>
            </w:r>
            <w:r w:rsidR="00F21C04" w:rsidRPr="00645CA1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</w:p>
          <w:p w14:paraId="61719C97" w14:textId="754490C9" w:rsidR="00F21C04" w:rsidRDefault="00383825" w:rsidP="00383825">
            <w:pPr>
              <w:rPr>
                <w:rFonts w:ascii="Times New Roman" w:eastAsia="Calibri" w:hAnsi="Times New Roman" w:cs="Times New Roman"/>
                <w:color w:val="2E74B5"/>
              </w:rPr>
            </w:pPr>
            <w:r>
              <w:rPr>
                <w:rFonts w:ascii="Times New Roman" w:eastAsia="Calibri" w:hAnsi="Times New Roman" w:cs="Times New Roman"/>
                <w:color w:val="2E74B5"/>
              </w:rPr>
              <w:t xml:space="preserve">Keiu Ruus, t. 51 67 873, </w:t>
            </w:r>
            <w:r w:rsidRPr="00383825">
              <w:rPr>
                <w:rFonts w:ascii="Times New Roman" w:eastAsia="Calibri" w:hAnsi="Times New Roman" w:cs="Times New Roman"/>
                <w:color w:val="2E74B5"/>
              </w:rPr>
              <w:t>email: keru873@gmail.com</w:t>
            </w:r>
            <w:r w:rsidRPr="00383825">
              <w:rPr>
                <w:rFonts w:ascii="Times New Roman" w:eastAsia="Calibri" w:hAnsi="Times New Roman" w:cs="Times New Roman"/>
                <w:color w:val="2E74B5"/>
              </w:rPr>
              <w:t xml:space="preserve"> </w:t>
            </w:r>
          </w:p>
          <w:p w14:paraId="627371EB" w14:textId="77777777" w:rsidR="00383825" w:rsidRPr="00383825" w:rsidRDefault="00383825" w:rsidP="00383825">
            <w:pPr>
              <w:rPr>
                <w:rFonts w:ascii="Times New Roman" w:eastAsia="Calibri" w:hAnsi="Times New Roman" w:cs="Times New Roman"/>
                <w:color w:val="2E74B5"/>
              </w:rPr>
            </w:pPr>
          </w:p>
          <w:p w14:paraId="61719C98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</w:p>
          <w:p w14:paraId="227DA302" w14:textId="63895A91" w:rsidR="00383825" w:rsidRPr="00383825" w:rsidRDefault="00383825" w:rsidP="00383825">
            <w:pPr>
              <w:rPr>
                <w:rFonts w:ascii="Times New Roman" w:eastAsia="Calibri" w:hAnsi="Times New Roman" w:cs="Times New Roman"/>
                <w:color w:val="2E74B5"/>
              </w:rPr>
            </w:pPr>
            <w:r w:rsidRPr="00383825">
              <w:rPr>
                <w:rFonts w:ascii="Times New Roman" w:eastAsia="Calibri" w:hAnsi="Times New Roman" w:cs="Times New Roman"/>
                <w:color w:val="2E74B5"/>
              </w:rPr>
              <w:t>Konto: EE242200221048185533</w:t>
            </w:r>
          </w:p>
          <w:p w14:paraId="61719C99" w14:textId="48E34118" w:rsidR="00F21C04" w:rsidRPr="00645CA1" w:rsidRDefault="00383825" w:rsidP="00383825">
            <w:pPr>
              <w:rPr>
                <w:rFonts w:ascii="Times New Roman" w:eastAsia="Calibri" w:hAnsi="Times New Roman" w:cs="Times New Roman"/>
              </w:rPr>
            </w:pPr>
            <w:r w:rsidRPr="00383825">
              <w:rPr>
                <w:rFonts w:ascii="Times New Roman" w:eastAsia="Calibri" w:hAnsi="Times New Roman" w:cs="Times New Roman"/>
                <w:color w:val="2E74B5"/>
              </w:rPr>
              <w:t>SWEDBANK, SWIFT kood/BIC HABAEE2X</w:t>
            </w:r>
          </w:p>
          <w:p w14:paraId="61719C9A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B" w14:textId="77777777" w:rsidR="00F21C04" w:rsidRPr="00AB2A2F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>(allkirjastatud digitaalselt)</w:t>
            </w:r>
          </w:p>
          <w:p w14:paraId="61719C9C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D" w14:textId="614C3DDC" w:rsidR="00F21C04" w:rsidRPr="00645CA1" w:rsidRDefault="00383825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eastAsia="Calibri"/>
                <w:color w:val="2E74B5"/>
              </w:rPr>
              <w:t xml:space="preserve">Põhikirja </w:t>
            </w:r>
            <w:r w:rsidR="00503315" w:rsidRPr="00503315">
              <w:rPr>
                <w:rFonts w:eastAsia="Calibri"/>
              </w:rPr>
              <w:t>a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lusel </w:t>
            </w:r>
            <w:r w:rsidRPr="00383825">
              <w:rPr>
                <w:rFonts w:ascii="Times New Roman" w:eastAsia="Calibri" w:hAnsi="Times New Roman" w:cs="Times New Roman"/>
                <w:color w:val="2E74B5"/>
              </w:rPr>
              <w:t>Keiu Ruus, juhatuseliige</w:t>
            </w:r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7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563813" w14:textId="77777777" w:rsidR="009D546F" w:rsidRDefault="009D546F" w:rsidP="00DF44DF">
      <w:r>
        <w:separator/>
      </w:r>
    </w:p>
  </w:endnote>
  <w:endnote w:type="continuationSeparator" w:id="0">
    <w:p w14:paraId="7DA2BB1B" w14:textId="77777777" w:rsidR="009D546F" w:rsidRDefault="009D546F" w:rsidP="00DF44DF">
      <w:r>
        <w:continuationSeparator/>
      </w:r>
    </w:p>
  </w:endnote>
  <w:endnote w:type="continuationNotice" w:id="1">
    <w:p w14:paraId="45677902" w14:textId="77777777" w:rsidR="009D546F" w:rsidRDefault="009D546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9CCED" w14:textId="77777777" w:rsidR="009D546F" w:rsidRDefault="009D546F" w:rsidP="00DF44DF">
      <w:r>
        <w:separator/>
      </w:r>
    </w:p>
  </w:footnote>
  <w:footnote w:type="continuationSeparator" w:id="0">
    <w:p w14:paraId="12F53B1C" w14:textId="77777777" w:rsidR="009D546F" w:rsidRDefault="009D546F" w:rsidP="00DF44DF">
      <w:r>
        <w:continuationSeparator/>
      </w:r>
    </w:p>
  </w:footnote>
  <w:footnote w:type="continuationNotice" w:id="1">
    <w:p w14:paraId="64E5C70C" w14:textId="77777777" w:rsidR="009D546F" w:rsidRDefault="009D546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83825"/>
    <w:rsid w:val="00394DCB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03315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D546F"/>
    <w:rsid w:val="009E7F4A"/>
    <w:rsid w:val="00A10E66"/>
    <w:rsid w:val="00A1244E"/>
    <w:rsid w:val="00A14D83"/>
    <w:rsid w:val="00A31EE6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aaltabel"/>
    <w:next w:val="Kontuurtabel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D75E51D-8337-4849-BCA9-D5A8340D5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</Template>
  <TotalTime>3</TotalTime>
  <Pages>1</Pages>
  <Words>214</Words>
  <Characters>1245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Ruus Keiu</cp:lastModifiedBy>
  <cp:revision>3</cp:revision>
  <cp:lastPrinted>2014-04-02T13:57:00Z</cp:lastPrinted>
  <dcterms:created xsi:type="dcterms:W3CDTF">2023-03-21T08:41:00Z</dcterms:created>
  <dcterms:modified xsi:type="dcterms:W3CDTF">2023-03-21T08:42:00Z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